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BB037B" w:rsidRDefault="00BB037B" w:rsidP="00312D11">
      <w:pPr>
        <w:pStyle w:val="Titul2"/>
      </w:pPr>
      <w:r>
        <w:t>Název veřejné zakázky</w:t>
      </w:r>
      <w:r w:rsidRPr="00284460">
        <w:t xml:space="preserve">: </w:t>
      </w:r>
      <w:r w:rsidR="00284460" w:rsidRPr="00284460">
        <w:t>„Oprava trati v úseku Kryry - Vroutek</w:t>
      </w:r>
      <w:r w:rsidRPr="00284460">
        <w:t>“</w:t>
      </w:r>
    </w:p>
    <w:p w:rsidR="00BB037B" w:rsidRDefault="00BB037B" w:rsidP="00312D11">
      <w:pPr>
        <w:pStyle w:val="Textbezodsazen"/>
      </w:pPr>
      <w:r>
        <w:t xml:space="preserve">Přezkoumali jsme Smlouvu o dílo s přílohami, Smluvní podmínky, Technickou specifikaci, Výkresy, Soupis prací </w:t>
      </w:r>
      <w:bookmarkStart w:id="0" w:name="_GoBack"/>
      <w:bookmarkEnd w:id="0"/>
      <w:r>
        <w:t xml:space="preserve">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312D11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lastRenderedPageBreak/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2"/>
      <w:footerReference w:type="default" r:id="rId13"/>
      <w:headerReference w:type="first" r:id="rId14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6E6" w:rsidRDefault="00E236E6" w:rsidP="00962258">
      <w:pPr>
        <w:spacing w:after="0" w:line="240" w:lineRule="auto"/>
      </w:pPr>
      <w:r>
        <w:separator/>
      </w:r>
    </w:p>
  </w:endnote>
  <w:endnote w:type="continuationSeparator" w:id="0">
    <w:p w:rsidR="00E236E6" w:rsidRDefault="00E236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44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44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6E6" w:rsidRDefault="00E236E6" w:rsidP="00962258">
      <w:pPr>
        <w:spacing w:after="0" w:line="240" w:lineRule="auto"/>
      </w:pPr>
      <w:r>
        <w:separator/>
      </w:r>
    </w:p>
  </w:footnote>
  <w:footnote w:type="continuationSeparator" w:id="0">
    <w:p w:rsidR="00E236E6" w:rsidRDefault="00E236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AB1F1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0528" behindDoc="0" locked="1" layoutInCell="1" allowOverlap="1" wp14:anchorId="26F1712E" wp14:editId="178FBCDE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 w:numId="19">
    <w:abstractNumId w:val="5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7F3C"/>
    <w:rsid w:val="00041EC8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B4E74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84460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A4181"/>
    <w:rsid w:val="003B2786"/>
    <w:rsid w:val="003C33F2"/>
    <w:rsid w:val="003D756E"/>
    <w:rsid w:val="003E420D"/>
    <w:rsid w:val="003E4C13"/>
    <w:rsid w:val="004078F3"/>
    <w:rsid w:val="004158DB"/>
    <w:rsid w:val="00427794"/>
    <w:rsid w:val="0043054E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D304C"/>
    <w:rsid w:val="004E7A1F"/>
    <w:rsid w:val="004F4B9B"/>
    <w:rsid w:val="0050666E"/>
    <w:rsid w:val="00511AB9"/>
    <w:rsid w:val="00523BB5"/>
    <w:rsid w:val="00523EA7"/>
    <w:rsid w:val="005406EB"/>
    <w:rsid w:val="00551624"/>
    <w:rsid w:val="00553375"/>
    <w:rsid w:val="00555884"/>
    <w:rsid w:val="005736B7"/>
    <w:rsid w:val="00575E5A"/>
    <w:rsid w:val="00580245"/>
    <w:rsid w:val="005A1F44"/>
    <w:rsid w:val="005B4093"/>
    <w:rsid w:val="005D3C39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E0578"/>
    <w:rsid w:val="006E314D"/>
    <w:rsid w:val="006E577B"/>
    <w:rsid w:val="00710723"/>
    <w:rsid w:val="00723ED1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B1F10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67204"/>
    <w:rsid w:val="00C708EA"/>
    <w:rsid w:val="00C778A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770A1"/>
    <w:rsid w:val="00D831A3"/>
    <w:rsid w:val="00D95165"/>
    <w:rsid w:val="00D97BE3"/>
    <w:rsid w:val="00DA3711"/>
    <w:rsid w:val="00DD46F3"/>
    <w:rsid w:val="00DE56F2"/>
    <w:rsid w:val="00DF116D"/>
    <w:rsid w:val="00E16FF7"/>
    <w:rsid w:val="00E236E6"/>
    <w:rsid w:val="00E26D68"/>
    <w:rsid w:val="00E44045"/>
    <w:rsid w:val="00E54ACB"/>
    <w:rsid w:val="00E618C4"/>
    <w:rsid w:val="00E878EE"/>
    <w:rsid w:val="00EA3139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D695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77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3A4181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4181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4181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4181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A4181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3A4181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3A4181"/>
  </w:style>
  <w:style w:type="paragraph" w:customStyle="1" w:styleId="Titul1">
    <w:name w:val="_Titul_1"/>
    <w:basedOn w:val="Normln"/>
    <w:qFormat/>
    <w:rsid w:val="003A4181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3A4181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4181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4181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418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4181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3A4181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3A4181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3A4181"/>
  </w:style>
  <w:style w:type="character" w:customStyle="1" w:styleId="Nadpis1-1Char">
    <w:name w:val="_Nadpis_1-1 Char"/>
    <w:basedOn w:val="Standardnpsmoodstavce"/>
    <w:link w:val="Nadpis1-1"/>
    <w:rsid w:val="003A4181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4181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3A4181"/>
  </w:style>
  <w:style w:type="paragraph" w:customStyle="1" w:styleId="Odrka1-2-">
    <w:name w:val="_Odrážka_1-2_-"/>
    <w:basedOn w:val="Odrka1-1"/>
    <w:qFormat/>
    <w:rsid w:val="003A418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418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3A4181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3A418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418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4181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3A4181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3A4181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418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4181"/>
  </w:style>
  <w:style w:type="paragraph" w:customStyle="1" w:styleId="Zkratky1">
    <w:name w:val="_Zkratky_1"/>
    <w:basedOn w:val="Normln"/>
    <w:qFormat/>
    <w:rsid w:val="003A4181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3A4181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3A4181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3A4181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3A4181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3A4181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A4181"/>
  </w:style>
  <w:style w:type="character" w:customStyle="1" w:styleId="Tun-ZRUIT">
    <w:name w:val="_Tučně-ZRUŠIT"/>
    <w:basedOn w:val="Standardnpsmoodstavce"/>
    <w:uiPriority w:val="1"/>
    <w:qFormat/>
    <w:rsid w:val="003A4181"/>
    <w:rPr>
      <w:b w:val="0"/>
      <w:i w:val="0"/>
    </w:rPr>
  </w:style>
  <w:style w:type="paragraph" w:customStyle="1" w:styleId="Zkratky2">
    <w:name w:val="_Zkratky_2"/>
    <w:basedOn w:val="Normln"/>
    <w:qFormat/>
    <w:rsid w:val="003A4181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3A4181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3A4181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3A4181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3A4181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77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3A4181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4181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4181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4181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A4181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3A4181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3A4181"/>
  </w:style>
  <w:style w:type="paragraph" w:customStyle="1" w:styleId="Titul1">
    <w:name w:val="_Titul_1"/>
    <w:basedOn w:val="Normln"/>
    <w:qFormat/>
    <w:rsid w:val="003A4181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3A4181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4181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4181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418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4181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3A4181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3A4181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3A4181"/>
  </w:style>
  <w:style w:type="character" w:customStyle="1" w:styleId="Nadpis1-1Char">
    <w:name w:val="_Nadpis_1-1 Char"/>
    <w:basedOn w:val="Standardnpsmoodstavce"/>
    <w:link w:val="Nadpis1-1"/>
    <w:rsid w:val="003A4181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4181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3A4181"/>
  </w:style>
  <w:style w:type="paragraph" w:customStyle="1" w:styleId="Odrka1-2-">
    <w:name w:val="_Odrážka_1-2_-"/>
    <w:basedOn w:val="Odrka1-1"/>
    <w:qFormat/>
    <w:rsid w:val="003A418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418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3A4181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3A418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418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4181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3A4181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3A4181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418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4181"/>
  </w:style>
  <w:style w:type="paragraph" w:customStyle="1" w:styleId="Zkratky1">
    <w:name w:val="_Zkratky_1"/>
    <w:basedOn w:val="Normln"/>
    <w:qFormat/>
    <w:rsid w:val="003A4181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3A4181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3A4181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3A4181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3A4181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3A4181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A4181"/>
  </w:style>
  <w:style w:type="character" w:customStyle="1" w:styleId="Tun-ZRUIT">
    <w:name w:val="_Tučně-ZRUŠIT"/>
    <w:basedOn w:val="Standardnpsmoodstavce"/>
    <w:uiPriority w:val="1"/>
    <w:qFormat/>
    <w:rsid w:val="003A4181"/>
    <w:rPr>
      <w:b w:val="0"/>
      <w:i w:val="0"/>
    </w:rPr>
  </w:style>
  <w:style w:type="paragraph" w:customStyle="1" w:styleId="Zkratky2">
    <w:name w:val="_Zkratky_2"/>
    <w:basedOn w:val="Normln"/>
    <w:qFormat/>
    <w:rsid w:val="003A4181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3A4181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3A4181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3A4181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3A4181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1D9978-92B1-4485-91CE-D4DF17D5C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0F1D2E-5419-4854-968A-8D3AF942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57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Kazda Jan, Ing.</cp:lastModifiedBy>
  <cp:revision>15</cp:revision>
  <cp:lastPrinted>2019-03-12T14:23:00Z</cp:lastPrinted>
  <dcterms:created xsi:type="dcterms:W3CDTF">2019-03-07T15:18:00Z</dcterms:created>
  <dcterms:modified xsi:type="dcterms:W3CDTF">2020-04-29T04:22:00Z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